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C5F245" w14:textId="77777777" w:rsidR="000C1EB8" w:rsidRPr="007B1EB9" w:rsidRDefault="00724073" w:rsidP="00DA2821">
      <w:pPr>
        <w:pStyle w:val="KeinLeerraum"/>
        <w:rPr>
          <w:sz w:val="22"/>
          <w:lang w:val="it-IT"/>
        </w:rPr>
      </w:pPr>
      <w:r>
        <w:rPr>
          <w:rFonts w:ascii="Arial Narrow" w:hAnsi="Arial Narrow"/>
          <w:noProof/>
          <w:sz w:val="18"/>
          <w:lang w:eastAsia="de-DE" w:bidi="ar-SA"/>
        </w:rPr>
        <w:drawing>
          <wp:anchor distT="0" distB="0" distL="114300" distR="114300" simplePos="0" relativeHeight="251658240" behindDoc="0" locked="0" layoutInCell="1" allowOverlap="1" wp14:anchorId="061B0DCE" wp14:editId="56ED49E3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lang w:val="it-IT"/>
        </w:rPr>
        <w:t>Agenda</w:t>
      </w:r>
    </w:p>
    <w:p w14:paraId="40EC14C3" w14:textId="5C3D8FD8" w:rsidR="000C1EB8" w:rsidRPr="00D46536" w:rsidRDefault="003C7355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pt-BR"/>
        </w:rPr>
      </w:pPr>
      <w:r>
        <w:rPr>
          <w:rFonts w:ascii="Arial Narrow" w:hAnsi="Arial Narrow"/>
          <w:sz w:val="22"/>
          <w:lang w:val="it-IT"/>
        </w:rPr>
        <w:t>1</w:t>
      </w:r>
      <w:r w:rsidR="00220273">
        <w:rPr>
          <w:rFonts w:ascii="Arial Narrow" w:hAnsi="Arial Narrow"/>
          <w:sz w:val="22"/>
          <w:lang w:val="it-IT"/>
        </w:rPr>
        <w:t>4</w:t>
      </w:r>
      <w:r w:rsidR="006204D1" w:rsidRPr="00D46536">
        <w:rPr>
          <w:rFonts w:ascii="Arial Narrow" w:hAnsi="Arial Narrow"/>
          <w:sz w:val="22"/>
          <w:lang w:val="pt-BR"/>
        </w:rPr>
        <w:t xml:space="preserve">. Sitzung | </w:t>
      </w:r>
      <w:r w:rsidR="00180504" w:rsidRPr="00D46536">
        <w:rPr>
          <w:rFonts w:ascii="Arial Narrow" w:hAnsi="Arial Narrow"/>
          <w:sz w:val="22"/>
          <w:lang w:val="pt-BR"/>
        </w:rPr>
        <w:t>W</w:t>
      </w:r>
      <w:r w:rsidR="006204D1" w:rsidRPr="00D46536">
        <w:rPr>
          <w:rFonts w:ascii="Arial Narrow" w:hAnsi="Arial Narrow"/>
          <w:sz w:val="22"/>
          <w:lang w:val="pt-BR"/>
        </w:rPr>
        <w:t>S1</w:t>
      </w:r>
      <w:r w:rsidR="00FA2065" w:rsidRPr="00D46536">
        <w:rPr>
          <w:rFonts w:ascii="Arial Narrow" w:hAnsi="Arial Narrow"/>
          <w:sz w:val="22"/>
          <w:lang w:val="pt-BR"/>
        </w:rPr>
        <w:t>7</w:t>
      </w:r>
      <w:r w:rsidR="004E73C0" w:rsidRPr="00D46536">
        <w:rPr>
          <w:rFonts w:ascii="Arial Narrow" w:hAnsi="Arial Narrow"/>
          <w:sz w:val="22"/>
          <w:lang w:val="pt-BR"/>
        </w:rPr>
        <w:t>/18</w:t>
      </w:r>
    </w:p>
    <w:p w14:paraId="3BE5528F" w14:textId="77777777" w:rsidR="000C1EB8" w:rsidRPr="00D46536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pt-BR"/>
        </w:rPr>
      </w:pPr>
    </w:p>
    <w:p w14:paraId="679D09FE" w14:textId="77777777" w:rsidR="000C1EB8" w:rsidRPr="00D46536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pt-BR"/>
        </w:rPr>
      </w:pPr>
      <w:r w:rsidRPr="00D46536">
        <w:rPr>
          <w:rFonts w:ascii="Arial Narrow" w:hAnsi="Arial Narrow"/>
          <w:b/>
          <w:sz w:val="22"/>
          <w:lang w:val="pt-BR"/>
        </w:rPr>
        <w:t>Gremium</w:t>
      </w:r>
      <w:r w:rsidRPr="00D46536">
        <w:rPr>
          <w:rFonts w:ascii="Arial Narrow" w:hAnsi="Arial Narrow"/>
          <w:b/>
          <w:sz w:val="22"/>
          <w:lang w:val="pt-BR"/>
        </w:rPr>
        <w:tab/>
        <w:t>:</w:t>
      </w:r>
      <w:r w:rsidRPr="00D46536">
        <w:rPr>
          <w:rFonts w:ascii="Arial Narrow" w:hAnsi="Arial Narrow"/>
          <w:sz w:val="22"/>
          <w:lang w:val="pt-BR"/>
        </w:rPr>
        <w:tab/>
      </w:r>
      <w:r w:rsidR="00436FE1" w:rsidRPr="00D46536">
        <w:rPr>
          <w:rFonts w:ascii="Arial Narrow" w:hAnsi="Arial Narrow"/>
          <w:sz w:val="22"/>
          <w:lang w:val="pt-BR"/>
        </w:rPr>
        <w:t>Campus-</w:t>
      </w:r>
      <w:r w:rsidRPr="00D46536">
        <w:rPr>
          <w:rFonts w:ascii="Arial Narrow" w:hAnsi="Arial Narrow"/>
          <w:sz w:val="22"/>
          <w:lang w:val="pt-BR"/>
        </w:rPr>
        <w:t>AStA</w:t>
      </w:r>
    </w:p>
    <w:p w14:paraId="0E955182" w14:textId="61542CC8"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56178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75A1E">
        <w:rPr>
          <w:rFonts w:ascii="Arial Narrow" w:hAnsi="Arial Narrow"/>
          <w:sz w:val="22"/>
          <w:lang w:val="de-DE"/>
        </w:rPr>
        <w:t>24</w:t>
      </w:r>
      <w:r w:rsidR="006B7463">
        <w:rPr>
          <w:rFonts w:ascii="Arial Narrow" w:hAnsi="Arial Narrow"/>
          <w:sz w:val="22"/>
          <w:lang w:val="de-DE"/>
        </w:rPr>
        <w:t>.01.2018</w:t>
      </w:r>
    </w:p>
    <w:p w14:paraId="1164A1D9" w14:textId="77777777"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14:paraId="5CA1CF75" w14:textId="77777777"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14:paraId="46A09C3C" w14:textId="77777777"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14:paraId="1A9696BF" w14:textId="77777777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1E21D4E9" w14:textId="77777777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12F1B8FA" w14:textId="77777777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14:paraId="5E52097D" w14:textId="77777777" w:rsidR="000C1EB8" w:rsidRPr="007364E7" w:rsidRDefault="000C1EB8" w:rsidP="0092247F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14:paraId="194679E1" w14:textId="1713B593" w:rsidR="002115DA" w:rsidRDefault="002C5110" w:rsidP="00BA47C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bookmarkStart w:id="0" w:name="_GoBack"/>
      <w:r>
        <w:rPr>
          <w:rFonts w:ascii="Arial Narrow" w:hAnsi="Arial Narrow"/>
          <w:sz w:val="22"/>
          <w:lang w:val="de-DE"/>
        </w:rPr>
        <w:t>Bestätigung altes Protokoll</w:t>
      </w:r>
    </w:p>
    <w:p w14:paraId="6931260A" w14:textId="334DF90B" w:rsidR="00D82797" w:rsidRDefault="005847B1" w:rsidP="00D8279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Erste-Hilfe Kurs (Helena)</w:t>
      </w:r>
    </w:p>
    <w:p w14:paraId="19502952" w14:textId="596AB471" w:rsidR="005847B1" w:rsidRDefault="000A46D5" w:rsidP="00D8279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Getränke – Situation (</w:t>
      </w: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14:paraId="0C68F39F" w14:textId="12B44CCE" w:rsidR="000A46D5" w:rsidRDefault="000A46D5" w:rsidP="00D8279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Letzte Sitzung – Neues Semester (alle)</w:t>
      </w:r>
    </w:p>
    <w:p w14:paraId="71B8CBAE" w14:textId="2ADA1BCB" w:rsidR="000A46D5" w:rsidRDefault="000A46D5" w:rsidP="00D8279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bookmarkEnd w:id="0"/>
    <w:p w14:paraId="6D993D85" w14:textId="77777777" w:rsidR="000A46D5" w:rsidRPr="00D82797" w:rsidRDefault="000A46D5" w:rsidP="00D8279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sectPr w:rsidR="000A46D5" w:rsidRPr="00D82797" w:rsidSect="00724073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8E2E1E" w14:textId="77777777" w:rsidR="00A90B55" w:rsidRDefault="00A90B55">
      <w:pPr>
        <w:spacing w:line="20" w:lineRule="exact"/>
      </w:pPr>
    </w:p>
  </w:endnote>
  <w:endnote w:type="continuationSeparator" w:id="0">
    <w:p w14:paraId="6DF5FC24" w14:textId="77777777" w:rsidR="00A90B55" w:rsidRDefault="00A90B55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14:paraId="1E07CA88" w14:textId="77777777" w:rsidR="00A90B55" w:rsidRDefault="00A90B55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78ACA2" w14:textId="77777777" w:rsidR="00A90B55" w:rsidRDefault="00A90B55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14:paraId="3483486D" w14:textId="77777777" w:rsidR="00A90B55" w:rsidRDefault="00A90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CACB2" w14:textId="77777777"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538A12FD" w14:textId="77777777"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73074428" w14:textId="42F334D2"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AF4CE2">
      <w:rPr>
        <w:rFonts w:ascii="Arial Narrow" w:hAnsi="Arial Narrow"/>
        <w:sz w:val="20"/>
        <w:lang w:val="de-DE"/>
      </w:rPr>
      <w:t>W</w:t>
    </w:r>
    <w:r w:rsidR="006204D1">
      <w:rPr>
        <w:rFonts w:ascii="Arial Narrow" w:hAnsi="Arial Narrow"/>
        <w:sz w:val="20"/>
        <w:lang w:val="de-DE"/>
      </w:rPr>
      <w:t>S1</w:t>
    </w:r>
    <w:r w:rsidR="00AF4CE2">
      <w:rPr>
        <w:rFonts w:ascii="Arial Narrow" w:hAnsi="Arial Narrow"/>
        <w:sz w:val="20"/>
        <w:lang w:val="de-DE"/>
      </w:rPr>
      <w:t>7/18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0A46D5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14:paraId="78CEA0F9" w14:textId="77777777"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14:paraId="2A0266C5" w14:textId="77777777"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14:paraId="392D6637" w14:textId="77777777"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14B30"/>
    <w:rsid w:val="0002171F"/>
    <w:rsid w:val="000243CF"/>
    <w:rsid w:val="0003734E"/>
    <w:rsid w:val="0004066B"/>
    <w:rsid w:val="000459F9"/>
    <w:rsid w:val="000509F5"/>
    <w:rsid w:val="00052A2E"/>
    <w:rsid w:val="00063E3E"/>
    <w:rsid w:val="000755CE"/>
    <w:rsid w:val="00094624"/>
    <w:rsid w:val="000973A0"/>
    <w:rsid w:val="000A46D5"/>
    <w:rsid w:val="000A4FD2"/>
    <w:rsid w:val="000B1F3F"/>
    <w:rsid w:val="000B2E2D"/>
    <w:rsid w:val="000B7D99"/>
    <w:rsid w:val="000C1EB8"/>
    <w:rsid w:val="000C2A6E"/>
    <w:rsid w:val="000D74D9"/>
    <w:rsid w:val="000F3737"/>
    <w:rsid w:val="00103636"/>
    <w:rsid w:val="0011608E"/>
    <w:rsid w:val="001364FA"/>
    <w:rsid w:val="0014473D"/>
    <w:rsid w:val="00144E86"/>
    <w:rsid w:val="00180504"/>
    <w:rsid w:val="001B4703"/>
    <w:rsid w:val="001C7E80"/>
    <w:rsid w:val="001D3317"/>
    <w:rsid w:val="001D47FD"/>
    <w:rsid w:val="001D7BFE"/>
    <w:rsid w:val="001F3379"/>
    <w:rsid w:val="001F5D4C"/>
    <w:rsid w:val="00203683"/>
    <w:rsid w:val="002115DA"/>
    <w:rsid w:val="00211E26"/>
    <w:rsid w:val="00216572"/>
    <w:rsid w:val="00220273"/>
    <w:rsid w:val="0022189E"/>
    <w:rsid w:val="00262257"/>
    <w:rsid w:val="00273332"/>
    <w:rsid w:val="00274830"/>
    <w:rsid w:val="002A108C"/>
    <w:rsid w:val="002A571F"/>
    <w:rsid w:val="002B1A01"/>
    <w:rsid w:val="002C5110"/>
    <w:rsid w:val="002D090B"/>
    <w:rsid w:val="002D1178"/>
    <w:rsid w:val="002D42C7"/>
    <w:rsid w:val="002E0BD8"/>
    <w:rsid w:val="002E7327"/>
    <w:rsid w:val="002F65F2"/>
    <w:rsid w:val="00310FD9"/>
    <w:rsid w:val="00312F4D"/>
    <w:rsid w:val="003339C0"/>
    <w:rsid w:val="00334E64"/>
    <w:rsid w:val="0034237A"/>
    <w:rsid w:val="003602E4"/>
    <w:rsid w:val="0036697F"/>
    <w:rsid w:val="003733CC"/>
    <w:rsid w:val="003775B0"/>
    <w:rsid w:val="00380B31"/>
    <w:rsid w:val="00396AA7"/>
    <w:rsid w:val="003A08CC"/>
    <w:rsid w:val="003B669B"/>
    <w:rsid w:val="003C6867"/>
    <w:rsid w:val="003C7355"/>
    <w:rsid w:val="004108F1"/>
    <w:rsid w:val="00425EF5"/>
    <w:rsid w:val="004359A0"/>
    <w:rsid w:val="004359EE"/>
    <w:rsid w:val="00436FE1"/>
    <w:rsid w:val="00441B0C"/>
    <w:rsid w:val="0045766F"/>
    <w:rsid w:val="00487AF4"/>
    <w:rsid w:val="004B0F6C"/>
    <w:rsid w:val="004D1F62"/>
    <w:rsid w:val="004E73C0"/>
    <w:rsid w:val="00501683"/>
    <w:rsid w:val="00501BD9"/>
    <w:rsid w:val="005066BF"/>
    <w:rsid w:val="00520BCC"/>
    <w:rsid w:val="00525A67"/>
    <w:rsid w:val="00543129"/>
    <w:rsid w:val="00556AE8"/>
    <w:rsid w:val="00577F83"/>
    <w:rsid w:val="005847B1"/>
    <w:rsid w:val="0059040E"/>
    <w:rsid w:val="005B0325"/>
    <w:rsid w:val="005B1C22"/>
    <w:rsid w:val="005D1210"/>
    <w:rsid w:val="005E51D5"/>
    <w:rsid w:val="005F45A2"/>
    <w:rsid w:val="005F4E54"/>
    <w:rsid w:val="00602994"/>
    <w:rsid w:val="00604CA6"/>
    <w:rsid w:val="00606C2C"/>
    <w:rsid w:val="00606F9B"/>
    <w:rsid w:val="00611877"/>
    <w:rsid w:val="00614F9E"/>
    <w:rsid w:val="006204D1"/>
    <w:rsid w:val="00624AD3"/>
    <w:rsid w:val="006333E5"/>
    <w:rsid w:val="00650AAE"/>
    <w:rsid w:val="00685893"/>
    <w:rsid w:val="00686ECB"/>
    <w:rsid w:val="006A01E2"/>
    <w:rsid w:val="006A0CE7"/>
    <w:rsid w:val="006A2577"/>
    <w:rsid w:val="006A6E9D"/>
    <w:rsid w:val="006B5028"/>
    <w:rsid w:val="006B7463"/>
    <w:rsid w:val="006C4D68"/>
    <w:rsid w:val="006D4F2F"/>
    <w:rsid w:val="006D5E3B"/>
    <w:rsid w:val="006F55D7"/>
    <w:rsid w:val="00713690"/>
    <w:rsid w:val="007173E9"/>
    <w:rsid w:val="00724073"/>
    <w:rsid w:val="00733F99"/>
    <w:rsid w:val="00735966"/>
    <w:rsid w:val="007364E7"/>
    <w:rsid w:val="00742C7E"/>
    <w:rsid w:val="007440AD"/>
    <w:rsid w:val="00756178"/>
    <w:rsid w:val="00761B22"/>
    <w:rsid w:val="0076384A"/>
    <w:rsid w:val="00766556"/>
    <w:rsid w:val="00774F19"/>
    <w:rsid w:val="00784186"/>
    <w:rsid w:val="00792AB8"/>
    <w:rsid w:val="007943B4"/>
    <w:rsid w:val="007B1EB9"/>
    <w:rsid w:val="007C767B"/>
    <w:rsid w:val="007D1D88"/>
    <w:rsid w:val="007D46E4"/>
    <w:rsid w:val="007D7C7C"/>
    <w:rsid w:val="007E031D"/>
    <w:rsid w:val="007E4020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17E3C"/>
    <w:rsid w:val="0082453A"/>
    <w:rsid w:val="00834521"/>
    <w:rsid w:val="008378D7"/>
    <w:rsid w:val="00843F45"/>
    <w:rsid w:val="008457B3"/>
    <w:rsid w:val="00854118"/>
    <w:rsid w:val="00863606"/>
    <w:rsid w:val="008743D8"/>
    <w:rsid w:val="00875A1E"/>
    <w:rsid w:val="0088531A"/>
    <w:rsid w:val="008C250E"/>
    <w:rsid w:val="008C4F45"/>
    <w:rsid w:val="008D16EC"/>
    <w:rsid w:val="008D2BDB"/>
    <w:rsid w:val="008F7364"/>
    <w:rsid w:val="008F780F"/>
    <w:rsid w:val="00900258"/>
    <w:rsid w:val="0092247F"/>
    <w:rsid w:val="0092701A"/>
    <w:rsid w:val="00927544"/>
    <w:rsid w:val="009301A0"/>
    <w:rsid w:val="00937828"/>
    <w:rsid w:val="009533E2"/>
    <w:rsid w:val="009569A4"/>
    <w:rsid w:val="009757B0"/>
    <w:rsid w:val="009906B7"/>
    <w:rsid w:val="009B7B2F"/>
    <w:rsid w:val="009D3E73"/>
    <w:rsid w:val="009E6CE4"/>
    <w:rsid w:val="009F2B29"/>
    <w:rsid w:val="00A04EBB"/>
    <w:rsid w:val="00A05515"/>
    <w:rsid w:val="00A17584"/>
    <w:rsid w:val="00A268ED"/>
    <w:rsid w:val="00A448D9"/>
    <w:rsid w:val="00A44D35"/>
    <w:rsid w:val="00A609B8"/>
    <w:rsid w:val="00A62A5E"/>
    <w:rsid w:val="00A63F70"/>
    <w:rsid w:val="00A87E62"/>
    <w:rsid w:val="00A90B55"/>
    <w:rsid w:val="00A94BC2"/>
    <w:rsid w:val="00AB059A"/>
    <w:rsid w:val="00AB582B"/>
    <w:rsid w:val="00AD2360"/>
    <w:rsid w:val="00AD3CAD"/>
    <w:rsid w:val="00AE757F"/>
    <w:rsid w:val="00AF0B6E"/>
    <w:rsid w:val="00AF264D"/>
    <w:rsid w:val="00AF4CE2"/>
    <w:rsid w:val="00B138C8"/>
    <w:rsid w:val="00B23276"/>
    <w:rsid w:val="00B25462"/>
    <w:rsid w:val="00B262CA"/>
    <w:rsid w:val="00B31937"/>
    <w:rsid w:val="00B51224"/>
    <w:rsid w:val="00B56E10"/>
    <w:rsid w:val="00B813D5"/>
    <w:rsid w:val="00B83D82"/>
    <w:rsid w:val="00B854BE"/>
    <w:rsid w:val="00B91196"/>
    <w:rsid w:val="00BA0568"/>
    <w:rsid w:val="00BA10A5"/>
    <w:rsid w:val="00BA47C2"/>
    <w:rsid w:val="00BB3878"/>
    <w:rsid w:val="00BD4E8B"/>
    <w:rsid w:val="00BE1515"/>
    <w:rsid w:val="00BE230D"/>
    <w:rsid w:val="00C1435E"/>
    <w:rsid w:val="00C172EB"/>
    <w:rsid w:val="00C22F83"/>
    <w:rsid w:val="00C46942"/>
    <w:rsid w:val="00C55C5B"/>
    <w:rsid w:val="00C60DAE"/>
    <w:rsid w:val="00C63840"/>
    <w:rsid w:val="00C7694F"/>
    <w:rsid w:val="00C772CC"/>
    <w:rsid w:val="00C82C9C"/>
    <w:rsid w:val="00C84AA7"/>
    <w:rsid w:val="00CA5DF7"/>
    <w:rsid w:val="00CB5BD5"/>
    <w:rsid w:val="00CB7EB7"/>
    <w:rsid w:val="00CD7327"/>
    <w:rsid w:val="00CF0EE6"/>
    <w:rsid w:val="00CF5C3B"/>
    <w:rsid w:val="00D20667"/>
    <w:rsid w:val="00D242DD"/>
    <w:rsid w:val="00D24319"/>
    <w:rsid w:val="00D247B7"/>
    <w:rsid w:val="00D24AA6"/>
    <w:rsid w:val="00D46536"/>
    <w:rsid w:val="00D523B8"/>
    <w:rsid w:val="00D55BFE"/>
    <w:rsid w:val="00D62D7D"/>
    <w:rsid w:val="00D70F3A"/>
    <w:rsid w:val="00D74377"/>
    <w:rsid w:val="00D803B9"/>
    <w:rsid w:val="00D82797"/>
    <w:rsid w:val="00D94C60"/>
    <w:rsid w:val="00DA2821"/>
    <w:rsid w:val="00DA6CDA"/>
    <w:rsid w:val="00DD1790"/>
    <w:rsid w:val="00DE1F6C"/>
    <w:rsid w:val="00DE2509"/>
    <w:rsid w:val="00DE4F37"/>
    <w:rsid w:val="00E06528"/>
    <w:rsid w:val="00E1673A"/>
    <w:rsid w:val="00E1764A"/>
    <w:rsid w:val="00E206F4"/>
    <w:rsid w:val="00E23EB0"/>
    <w:rsid w:val="00E32830"/>
    <w:rsid w:val="00E33D18"/>
    <w:rsid w:val="00E36789"/>
    <w:rsid w:val="00E52891"/>
    <w:rsid w:val="00E66A27"/>
    <w:rsid w:val="00E81129"/>
    <w:rsid w:val="00E81768"/>
    <w:rsid w:val="00E90352"/>
    <w:rsid w:val="00E97E93"/>
    <w:rsid w:val="00EA30A5"/>
    <w:rsid w:val="00EB31F2"/>
    <w:rsid w:val="00F15EEB"/>
    <w:rsid w:val="00F2001D"/>
    <w:rsid w:val="00F57F66"/>
    <w:rsid w:val="00F72DD3"/>
    <w:rsid w:val="00F834DE"/>
    <w:rsid w:val="00F87ED7"/>
    <w:rsid w:val="00FA2065"/>
    <w:rsid w:val="00FC5C86"/>
    <w:rsid w:val="00FD2BD0"/>
    <w:rsid w:val="00FD2F2E"/>
    <w:rsid w:val="00FE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3A1EB5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KeinLeerraum">
    <w:name w:val="No Spacing"/>
    <w:uiPriority w:val="1"/>
    <w:qFormat/>
    <w:rsid w:val="00DA2821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KeinLeerraum">
    <w:name w:val="No Spacing"/>
    <w:uiPriority w:val="1"/>
    <w:qFormat/>
    <w:rsid w:val="00DA2821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41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Daniel Sommer</cp:lastModifiedBy>
  <cp:revision>21</cp:revision>
  <cp:lastPrinted>2018-01-24T11:56:00Z</cp:lastPrinted>
  <dcterms:created xsi:type="dcterms:W3CDTF">2018-01-10T11:10:00Z</dcterms:created>
  <dcterms:modified xsi:type="dcterms:W3CDTF">2018-01-24T12:37:00Z</dcterms:modified>
</cp:coreProperties>
</file>